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22E8C" w:rsidTr="008D4194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22E8C" w:rsidRDefault="00022E8C" w:rsidP="008D419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22E8C" w:rsidRPr="00DB2DDD" w:rsidRDefault="00022E8C" w:rsidP="008D419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22E8C" w:rsidRDefault="00022E8C" w:rsidP="008D419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22E8C" w:rsidRPr="00DB2DDD" w:rsidRDefault="00022E8C" w:rsidP="008D419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22E8C" w:rsidRPr="00DB2DDD" w:rsidRDefault="00022E8C" w:rsidP="008D419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 wp14:anchorId="3F1E07AB" wp14:editId="7E19075B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22E8C" w:rsidRPr="000D2626" w:rsidRDefault="00022E8C" w:rsidP="008D419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22E8C" w:rsidRDefault="00022E8C" w:rsidP="008D419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22E8C" w:rsidTr="008D4194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22E8C" w:rsidRPr="00AD622A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022E8C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22E8C" w:rsidRDefault="00022E8C" w:rsidP="008D4194">
            <w:pPr>
              <w:pStyle w:val="a4"/>
              <w:spacing w:before="480"/>
              <w:jc w:val="center"/>
            </w:pPr>
            <w:r w:rsidRPr="00022E8C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22E8C" w:rsidTr="008D4194">
        <w:trPr>
          <w:trHeight w:val="1953"/>
        </w:trPr>
        <w:tc>
          <w:tcPr>
            <w:tcW w:w="9072" w:type="dxa"/>
            <w:gridSpan w:val="3"/>
          </w:tcPr>
          <w:p w:rsidR="00022E8C" w:rsidRPr="00A320CD" w:rsidRDefault="00022E8C" w:rsidP="008D4194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DC405E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22E8C" w:rsidRPr="00022E8C" w:rsidRDefault="00022E8C" w:rsidP="008D4194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 xml:space="preserve">общественных </w:t>
      </w:r>
      <w:r w:rsidR="00022E8C">
        <w:rPr>
          <w:b/>
          <w:bCs/>
          <w:sz w:val="28"/>
          <w:szCs w:val="28"/>
        </w:rPr>
        <w:t xml:space="preserve">обсуждений </w:t>
      </w:r>
      <w:r w:rsidR="00022E8C" w:rsidRPr="004D2610">
        <w:rPr>
          <w:b/>
          <w:bCs/>
          <w:sz w:val="28"/>
          <w:szCs w:val="28"/>
        </w:rPr>
        <w:t>по</w:t>
      </w:r>
      <w:r w:rsidR="00057F81">
        <w:rPr>
          <w:b/>
          <w:bCs/>
          <w:sz w:val="28"/>
          <w:szCs w:val="28"/>
        </w:rPr>
        <w:t xml:space="preserve"> вопросу предоставления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разрешения </w:t>
      </w:r>
      <w:r w:rsidRPr="000A1660">
        <w:rPr>
          <w:b/>
          <w:bCs/>
          <w:sz w:val="28"/>
          <w:szCs w:val="28"/>
        </w:rPr>
        <w:t>на условно разрешенный вид использования</w:t>
      </w:r>
      <w:r w:rsidR="00057F81">
        <w:rPr>
          <w:b/>
          <w:bCs/>
          <w:sz w:val="28"/>
          <w:szCs w:val="28"/>
        </w:rPr>
        <w:t xml:space="preserve"> земельного</w:t>
      </w:r>
    </w:p>
    <w:p w:rsidR="00057F81" w:rsidRDefault="002D3E36" w:rsidP="00057F81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участка с </w:t>
      </w:r>
      <w:r w:rsidR="001D5D20">
        <w:rPr>
          <w:b/>
          <w:bCs/>
          <w:sz w:val="28"/>
          <w:szCs w:val="28"/>
        </w:rPr>
        <w:t>кадастровым номером 04:01:</w:t>
      </w:r>
      <w:r w:rsidR="00666C85">
        <w:rPr>
          <w:b/>
          <w:bCs/>
          <w:sz w:val="28"/>
          <w:szCs w:val="28"/>
        </w:rPr>
        <w:t>020104:29</w:t>
      </w:r>
      <w:r w:rsidRPr="004D2610">
        <w:rPr>
          <w:b/>
          <w:bCs/>
          <w:sz w:val="28"/>
          <w:szCs w:val="28"/>
        </w:rPr>
        <w:t xml:space="preserve">, расположенного </w:t>
      </w:r>
    </w:p>
    <w:p w:rsidR="00ED3031" w:rsidRPr="00C5683E" w:rsidRDefault="002D3E36" w:rsidP="001C4D63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D2610">
        <w:rPr>
          <w:b/>
          <w:bCs/>
          <w:sz w:val="28"/>
          <w:szCs w:val="28"/>
        </w:rPr>
        <w:t xml:space="preserve">по адресу: </w:t>
      </w:r>
      <w:r w:rsidR="001C4D63">
        <w:rPr>
          <w:b/>
          <w:bCs/>
          <w:sz w:val="28"/>
          <w:szCs w:val="28"/>
        </w:rPr>
        <w:t xml:space="preserve">Российская Федерация, </w:t>
      </w:r>
      <w:r w:rsidR="00022E8C">
        <w:rPr>
          <w:b/>
          <w:bCs/>
          <w:sz w:val="28"/>
          <w:szCs w:val="28"/>
        </w:rPr>
        <w:t xml:space="preserve">Республика Алтай, Майминский </w:t>
      </w:r>
      <w:r w:rsidR="00AF7C87">
        <w:rPr>
          <w:b/>
          <w:bCs/>
          <w:sz w:val="28"/>
          <w:szCs w:val="28"/>
        </w:rPr>
        <w:t xml:space="preserve">муниципальный </w:t>
      </w:r>
      <w:r w:rsidR="00022E8C">
        <w:rPr>
          <w:b/>
          <w:bCs/>
          <w:sz w:val="28"/>
          <w:szCs w:val="28"/>
        </w:rPr>
        <w:t xml:space="preserve">район, </w:t>
      </w:r>
      <w:r w:rsidR="00416006">
        <w:rPr>
          <w:b/>
          <w:bCs/>
          <w:sz w:val="28"/>
          <w:szCs w:val="28"/>
        </w:rPr>
        <w:t>Манжерокское</w:t>
      </w:r>
      <w:r w:rsidR="001C4D63">
        <w:rPr>
          <w:b/>
          <w:bCs/>
          <w:sz w:val="28"/>
          <w:szCs w:val="28"/>
        </w:rPr>
        <w:t xml:space="preserve"> сельское поселение, </w:t>
      </w:r>
      <w:r w:rsidR="00416006">
        <w:rPr>
          <w:b/>
          <w:bCs/>
          <w:sz w:val="28"/>
          <w:szCs w:val="28"/>
        </w:rPr>
        <w:t>с</w:t>
      </w:r>
      <w:r w:rsidR="003356E5">
        <w:rPr>
          <w:b/>
          <w:bCs/>
          <w:sz w:val="28"/>
          <w:szCs w:val="28"/>
        </w:rPr>
        <w:t xml:space="preserve">. </w:t>
      </w:r>
      <w:r w:rsidR="00416006">
        <w:rPr>
          <w:b/>
          <w:bCs/>
          <w:sz w:val="28"/>
          <w:szCs w:val="28"/>
        </w:rPr>
        <w:t>Манжерок</w:t>
      </w:r>
      <w:r w:rsidR="00DC405E">
        <w:rPr>
          <w:b/>
          <w:bCs/>
          <w:sz w:val="28"/>
          <w:szCs w:val="28"/>
        </w:rPr>
        <w:t xml:space="preserve">, </w:t>
      </w:r>
      <w:r w:rsidR="00B1301B">
        <w:rPr>
          <w:b/>
          <w:bCs/>
          <w:sz w:val="28"/>
          <w:szCs w:val="28"/>
        </w:rPr>
        <w:t>ул</w:t>
      </w:r>
      <w:r w:rsidR="00AF7C87">
        <w:rPr>
          <w:b/>
          <w:bCs/>
          <w:sz w:val="28"/>
          <w:szCs w:val="28"/>
        </w:rPr>
        <w:t xml:space="preserve">. </w:t>
      </w:r>
      <w:r w:rsidR="00666C85">
        <w:rPr>
          <w:b/>
          <w:bCs/>
          <w:sz w:val="28"/>
          <w:szCs w:val="28"/>
        </w:rPr>
        <w:t>Октябрьская</w:t>
      </w:r>
      <w:r w:rsidR="00416006">
        <w:rPr>
          <w:b/>
          <w:bCs/>
          <w:sz w:val="28"/>
          <w:szCs w:val="28"/>
        </w:rPr>
        <w:t>,</w:t>
      </w:r>
      <w:r w:rsidR="00E01B23">
        <w:rPr>
          <w:b/>
          <w:bCs/>
          <w:sz w:val="28"/>
          <w:szCs w:val="28"/>
        </w:rPr>
        <w:t xml:space="preserve"> д.6</w:t>
      </w:r>
      <w:bookmarkStart w:id="0" w:name="_GoBack"/>
      <w:bookmarkEnd w:id="0"/>
      <w:r w:rsidR="00416006">
        <w:rPr>
          <w:b/>
          <w:bCs/>
          <w:sz w:val="28"/>
          <w:szCs w:val="28"/>
        </w:rPr>
        <w:t xml:space="preserve"> </w:t>
      </w:r>
    </w:p>
    <w:p w:rsidR="00ED3031" w:rsidRPr="001C4D63" w:rsidRDefault="00ED3031" w:rsidP="00ED3031">
      <w:pPr>
        <w:tabs>
          <w:tab w:val="left" w:pos="717"/>
        </w:tabs>
        <w:spacing w:before="0" w:line="240" w:lineRule="auto"/>
        <w:ind w:left="0" w:right="33"/>
        <w:jc w:val="both"/>
        <w:rPr>
          <w:sz w:val="28"/>
          <w:szCs w:val="28"/>
        </w:rPr>
      </w:pPr>
    </w:p>
    <w:p w:rsidR="00ED3031" w:rsidRPr="00E269CE" w:rsidRDefault="00B83FE3" w:rsidP="008A7397">
      <w:pPr>
        <w:tabs>
          <w:tab w:val="left" w:pos="709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A62C1D">
        <w:rPr>
          <w:sz w:val="28"/>
          <w:szCs w:val="28"/>
        </w:rPr>
        <w:t xml:space="preserve"> </w:t>
      </w:r>
      <w:r w:rsidR="00C20360" w:rsidRPr="00E269CE">
        <w:rPr>
          <w:sz w:val="28"/>
          <w:szCs w:val="28"/>
        </w:rPr>
        <w:t xml:space="preserve">статьи </w:t>
      </w:r>
      <w:r w:rsidR="00C20360">
        <w:rPr>
          <w:sz w:val="28"/>
          <w:szCs w:val="28"/>
        </w:rPr>
        <w:t>5.1</w:t>
      </w:r>
      <w:r w:rsidR="00C20360" w:rsidRPr="00E269CE">
        <w:rPr>
          <w:sz w:val="28"/>
          <w:szCs w:val="28"/>
        </w:rPr>
        <w:t xml:space="preserve"> и статьи  </w:t>
      </w:r>
      <w:r w:rsidR="00C20360">
        <w:rPr>
          <w:sz w:val="28"/>
          <w:szCs w:val="28"/>
        </w:rPr>
        <w:t>39</w:t>
      </w:r>
      <w:r w:rsidR="00C20360" w:rsidRPr="00E269CE">
        <w:rPr>
          <w:sz w:val="28"/>
          <w:szCs w:val="28"/>
        </w:rPr>
        <w:t xml:space="preserve">  Градостроительного кодекса Российской Федерации,</w:t>
      </w:r>
      <w:r w:rsidR="00C20360">
        <w:rPr>
          <w:sz w:val="28"/>
          <w:szCs w:val="28"/>
        </w:rPr>
        <w:t xml:space="preserve"> </w:t>
      </w:r>
      <w:r w:rsidR="0063747B">
        <w:rPr>
          <w:sz w:val="28"/>
          <w:szCs w:val="28"/>
        </w:rPr>
        <w:t xml:space="preserve">статьи 45 </w:t>
      </w:r>
      <w:r w:rsidR="00E736A3">
        <w:rPr>
          <w:sz w:val="28"/>
          <w:szCs w:val="28"/>
        </w:rPr>
        <w:t>У</w:t>
      </w:r>
      <w:r>
        <w:rPr>
          <w:sz w:val="28"/>
          <w:szCs w:val="28"/>
        </w:rPr>
        <w:t xml:space="preserve">става муниципального образования </w:t>
      </w:r>
      <w:r w:rsidR="00A123F3">
        <w:rPr>
          <w:sz w:val="28"/>
          <w:szCs w:val="28"/>
        </w:rPr>
        <w:t>«</w:t>
      </w:r>
      <w:r>
        <w:rPr>
          <w:sz w:val="28"/>
          <w:szCs w:val="28"/>
        </w:rPr>
        <w:t>Майминский район</w:t>
      </w:r>
      <w:r w:rsidR="00A123F3">
        <w:rPr>
          <w:sz w:val="28"/>
          <w:szCs w:val="28"/>
        </w:rPr>
        <w:t>»</w:t>
      </w:r>
      <w:r w:rsidR="0063747B">
        <w:rPr>
          <w:sz w:val="28"/>
          <w:szCs w:val="28"/>
        </w:rPr>
        <w:t xml:space="preserve">, </w:t>
      </w:r>
      <w:r w:rsidR="002A576B">
        <w:rPr>
          <w:sz w:val="28"/>
          <w:szCs w:val="28"/>
        </w:rPr>
        <w:t>принятого решением Майминс</w:t>
      </w:r>
      <w:r w:rsidR="00857DBA">
        <w:rPr>
          <w:sz w:val="28"/>
          <w:szCs w:val="28"/>
        </w:rPr>
        <w:t>кого районного Совета депутатов</w:t>
      </w:r>
      <w:r w:rsidR="006F4C3C">
        <w:rPr>
          <w:sz w:val="28"/>
          <w:szCs w:val="28"/>
        </w:rPr>
        <w:t xml:space="preserve"> от 22 июня 2005 года № 27-01, </w:t>
      </w:r>
      <w:r>
        <w:rPr>
          <w:sz w:val="28"/>
          <w:szCs w:val="28"/>
        </w:rPr>
        <w:t>Положения о порядке организации и проведения публичных слушаний, общественных обсуждений в муниципальном</w:t>
      </w:r>
      <w:r w:rsidR="000F4D8F">
        <w:rPr>
          <w:sz w:val="28"/>
          <w:szCs w:val="28"/>
        </w:rPr>
        <w:t xml:space="preserve"> образовании «Майминский район» </w:t>
      </w:r>
      <w:r w:rsidR="000F4D8F" w:rsidRPr="000F4D8F">
        <w:rPr>
          <w:sz w:val="28"/>
          <w:szCs w:val="28"/>
        </w:rPr>
        <w:t>утвержденного решением Майминского районного Совета депутатов от 30 июня 2020 года № 19-2</w:t>
      </w:r>
      <w:r>
        <w:rPr>
          <w:sz w:val="28"/>
          <w:szCs w:val="28"/>
        </w:rPr>
        <w:t xml:space="preserve">, </w:t>
      </w:r>
      <w:r w:rsidR="00103E5D">
        <w:rPr>
          <w:sz w:val="28"/>
          <w:szCs w:val="28"/>
        </w:rPr>
        <w:t>Соглашения о передаче части полномочий по решению вопросов местного значения в сфере архитектуры и градостроительства от 22 февраля 2023 года</w:t>
      </w:r>
      <w:r w:rsidR="00DC405E">
        <w:rPr>
          <w:sz w:val="28"/>
          <w:szCs w:val="28"/>
        </w:rPr>
        <w:t xml:space="preserve"> № 1</w:t>
      </w:r>
      <w:r w:rsidR="00103E5D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416006">
        <w:rPr>
          <w:sz w:val="28"/>
          <w:szCs w:val="28"/>
        </w:rPr>
        <w:t>Манжерокское</w:t>
      </w:r>
      <w:r w:rsidR="00103E5D">
        <w:rPr>
          <w:sz w:val="28"/>
          <w:szCs w:val="28"/>
        </w:rPr>
        <w:t xml:space="preserve"> сельское поселение»</w:t>
      </w:r>
      <w:r>
        <w:rPr>
          <w:sz w:val="28"/>
          <w:szCs w:val="28"/>
        </w:rPr>
        <w:t>,</w:t>
      </w:r>
      <w:r w:rsidR="00F803DE">
        <w:rPr>
          <w:sz w:val="28"/>
          <w:szCs w:val="28"/>
        </w:rPr>
        <w:t xml:space="preserve"> заявления</w:t>
      </w:r>
      <w:r w:rsidR="004D197A">
        <w:rPr>
          <w:sz w:val="28"/>
          <w:szCs w:val="28"/>
        </w:rPr>
        <w:t xml:space="preserve"> </w:t>
      </w:r>
      <w:r w:rsidR="001D5D20">
        <w:rPr>
          <w:sz w:val="28"/>
          <w:szCs w:val="28"/>
        </w:rPr>
        <w:t xml:space="preserve"> </w:t>
      </w:r>
      <w:r w:rsidR="00666C85">
        <w:rPr>
          <w:sz w:val="28"/>
          <w:szCs w:val="28"/>
        </w:rPr>
        <w:t>Стребковой</w:t>
      </w:r>
      <w:r w:rsidR="00F803DE">
        <w:rPr>
          <w:sz w:val="28"/>
          <w:szCs w:val="28"/>
        </w:rPr>
        <w:t xml:space="preserve"> К.</w:t>
      </w:r>
      <w:r w:rsidR="00666C85">
        <w:rPr>
          <w:sz w:val="28"/>
          <w:szCs w:val="28"/>
        </w:rPr>
        <w:t xml:space="preserve"> В.</w:t>
      </w:r>
      <w:r w:rsidR="009D549D">
        <w:rPr>
          <w:sz w:val="28"/>
          <w:szCs w:val="28"/>
        </w:rPr>
        <w:t xml:space="preserve"> </w:t>
      </w:r>
      <w:r w:rsidR="00103E5D">
        <w:rPr>
          <w:sz w:val="28"/>
          <w:szCs w:val="28"/>
        </w:rPr>
        <w:t>о</w:t>
      </w:r>
      <w:r w:rsidR="00666C85">
        <w:rPr>
          <w:sz w:val="28"/>
          <w:szCs w:val="28"/>
        </w:rPr>
        <w:t>т 18</w:t>
      </w:r>
      <w:r w:rsidR="00C5683E">
        <w:rPr>
          <w:sz w:val="28"/>
          <w:szCs w:val="28"/>
        </w:rPr>
        <w:t xml:space="preserve"> августа</w:t>
      </w:r>
      <w:r w:rsidR="00734A0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>20</w:t>
      </w:r>
      <w:r w:rsidR="00DC405E">
        <w:rPr>
          <w:sz w:val="28"/>
          <w:szCs w:val="28"/>
        </w:rPr>
        <w:t>25</w:t>
      </w:r>
      <w:r w:rsidR="001D5D20">
        <w:rPr>
          <w:sz w:val="28"/>
          <w:szCs w:val="28"/>
        </w:rPr>
        <w:t xml:space="preserve"> года № </w:t>
      </w:r>
      <w:r w:rsidR="00666C85">
        <w:rPr>
          <w:sz w:val="28"/>
          <w:szCs w:val="28"/>
        </w:rPr>
        <w:t>8635</w:t>
      </w:r>
      <w:r w:rsidR="008D2340" w:rsidRPr="00E269CE">
        <w:rPr>
          <w:sz w:val="28"/>
          <w:szCs w:val="28"/>
        </w:rPr>
        <w:t>:</w:t>
      </w:r>
    </w:p>
    <w:p w:rsidR="00F55D54" w:rsidRPr="004F3896" w:rsidRDefault="004D56CA" w:rsidP="004F3896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sz w:val="28"/>
          <w:szCs w:val="28"/>
        </w:rPr>
        <w:t xml:space="preserve">Провести </w:t>
      </w:r>
      <w:r w:rsidR="002D3E36" w:rsidRPr="00F55D54">
        <w:rPr>
          <w:sz w:val="28"/>
          <w:szCs w:val="28"/>
        </w:rPr>
        <w:t xml:space="preserve">общественные </w:t>
      </w:r>
      <w:r w:rsidR="00022E8C" w:rsidRPr="00F55D54">
        <w:rPr>
          <w:sz w:val="28"/>
          <w:szCs w:val="28"/>
        </w:rPr>
        <w:t>обсуждения по</w:t>
      </w:r>
      <w:r w:rsidR="002D3E36" w:rsidRPr="00F55D54">
        <w:rPr>
          <w:sz w:val="28"/>
          <w:szCs w:val="28"/>
        </w:rPr>
        <w:t xml:space="preserve"> вопросу предоставления разрешения на условно разрешенный вид использования земельного участка с кадастровым номером 04:01:</w:t>
      </w:r>
      <w:r w:rsidR="00666C85">
        <w:rPr>
          <w:sz w:val="28"/>
          <w:szCs w:val="28"/>
        </w:rPr>
        <w:t>020104:29</w:t>
      </w:r>
      <w:r w:rsidR="002D3E36" w:rsidRPr="00F55D54">
        <w:rPr>
          <w:sz w:val="28"/>
          <w:szCs w:val="28"/>
        </w:rPr>
        <w:t xml:space="preserve">, расположенного по адресу: </w:t>
      </w:r>
      <w:r w:rsidR="001C4D63">
        <w:rPr>
          <w:sz w:val="28"/>
          <w:szCs w:val="28"/>
        </w:rPr>
        <w:t xml:space="preserve">Российская Федерация, </w:t>
      </w:r>
      <w:r w:rsidR="00022E8C" w:rsidRPr="00F55D54">
        <w:rPr>
          <w:sz w:val="28"/>
          <w:szCs w:val="28"/>
        </w:rPr>
        <w:t>Респ</w:t>
      </w:r>
      <w:r w:rsidR="00B83FE3">
        <w:rPr>
          <w:sz w:val="28"/>
          <w:szCs w:val="28"/>
        </w:rPr>
        <w:t xml:space="preserve">ублика Алтай, Майминский </w:t>
      </w:r>
      <w:r w:rsidR="00AF7C87">
        <w:rPr>
          <w:sz w:val="28"/>
          <w:szCs w:val="28"/>
        </w:rPr>
        <w:t xml:space="preserve">муниципальный </w:t>
      </w:r>
      <w:r w:rsidR="00B83FE3">
        <w:rPr>
          <w:sz w:val="28"/>
          <w:szCs w:val="28"/>
        </w:rPr>
        <w:t>район,</w:t>
      </w:r>
      <w:r w:rsidR="005A31D0">
        <w:rPr>
          <w:sz w:val="28"/>
          <w:szCs w:val="28"/>
        </w:rPr>
        <w:t xml:space="preserve"> </w:t>
      </w:r>
      <w:r w:rsidR="00416006">
        <w:rPr>
          <w:sz w:val="28"/>
          <w:szCs w:val="28"/>
        </w:rPr>
        <w:t>Манжерокское сельское поселение, с</w:t>
      </w:r>
      <w:r w:rsidR="0061487F">
        <w:rPr>
          <w:sz w:val="28"/>
          <w:szCs w:val="28"/>
        </w:rPr>
        <w:t xml:space="preserve">. </w:t>
      </w:r>
      <w:r w:rsidR="00416006">
        <w:rPr>
          <w:sz w:val="28"/>
          <w:szCs w:val="28"/>
        </w:rPr>
        <w:t>Манжерок</w:t>
      </w:r>
      <w:r w:rsidR="00DC405E">
        <w:rPr>
          <w:sz w:val="28"/>
          <w:szCs w:val="28"/>
        </w:rPr>
        <w:t xml:space="preserve">, </w:t>
      </w:r>
      <w:r w:rsidR="007C2661">
        <w:rPr>
          <w:sz w:val="28"/>
          <w:szCs w:val="28"/>
        </w:rPr>
        <w:t xml:space="preserve">ул. </w:t>
      </w:r>
      <w:r w:rsidR="00666C85">
        <w:rPr>
          <w:sz w:val="28"/>
          <w:szCs w:val="28"/>
        </w:rPr>
        <w:t>Октябрьская, д.6</w:t>
      </w:r>
      <w:r w:rsidR="00687AB6">
        <w:rPr>
          <w:sz w:val="28"/>
          <w:szCs w:val="28"/>
        </w:rPr>
        <w:t>,</w:t>
      </w:r>
      <w:r w:rsidR="00416006">
        <w:rPr>
          <w:sz w:val="28"/>
          <w:szCs w:val="28"/>
        </w:rPr>
        <w:t xml:space="preserve"> </w:t>
      </w:r>
      <w:r w:rsidR="002D3E36" w:rsidRPr="00F55D54">
        <w:rPr>
          <w:sz w:val="28"/>
          <w:szCs w:val="28"/>
        </w:rPr>
        <w:t>для использования в соответствии с кодом</w:t>
      </w:r>
      <w:r w:rsidR="00F848F8">
        <w:rPr>
          <w:sz w:val="28"/>
          <w:szCs w:val="28"/>
        </w:rPr>
        <w:t xml:space="preserve"> вида разрешенного использования земельного участка по классификатору</w:t>
      </w:r>
      <w:r w:rsidR="00BB16A5">
        <w:rPr>
          <w:sz w:val="28"/>
          <w:szCs w:val="28"/>
        </w:rPr>
        <w:t xml:space="preserve"> </w:t>
      </w:r>
      <w:r w:rsidR="007C2661">
        <w:rPr>
          <w:sz w:val="28"/>
          <w:szCs w:val="28"/>
        </w:rPr>
        <w:t>5.2.1.</w:t>
      </w:r>
      <w:r w:rsidR="00420D57">
        <w:rPr>
          <w:sz w:val="28"/>
          <w:szCs w:val="28"/>
        </w:rPr>
        <w:t xml:space="preserve"> «</w:t>
      </w:r>
      <w:r w:rsidR="007C2661">
        <w:rPr>
          <w:sz w:val="28"/>
          <w:szCs w:val="28"/>
        </w:rPr>
        <w:t>Туристическое обслуживание; размещение пансионатов, гостиниц, кемпингов, домов отдыха, не оказывающих услуги по лечению; размещение детских лагерей</w:t>
      </w:r>
      <w:r w:rsidR="006B40B5">
        <w:rPr>
          <w:sz w:val="28"/>
          <w:szCs w:val="28"/>
        </w:rPr>
        <w:t>»</w:t>
      </w:r>
      <w:r w:rsidR="00F55D54" w:rsidRPr="004F3896">
        <w:rPr>
          <w:sz w:val="28"/>
          <w:szCs w:val="28"/>
        </w:rPr>
        <w:t>.</w:t>
      </w:r>
    </w:p>
    <w:p w:rsidR="004D56CA" w:rsidRDefault="00E269CE" w:rsidP="00C62BA4">
      <w:pPr>
        <w:pStyle w:val="ae"/>
        <w:numPr>
          <w:ilvl w:val="0"/>
          <w:numId w:val="13"/>
        </w:numPr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F55D54">
        <w:rPr>
          <w:bCs/>
          <w:sz w:val="28"/>
          <w:szCs w:val="28"/>
        </w:rPr>
        <w:t xml:space="preserve"> Объявить д</w:t>
      </w:r>
      <w:r w:rsidR="004D56CA" w:rsidRPr="00F55D54">
        <w:rPr>
          <w:bCs/>
          <w:sz w:val="28"/>
          <w:szCs w:val="28"/>
        </w:rPr>
        <w:t xml:space="preserve">ату проведения </w:t>
      </w:r>
      <w:r w:rsidR="002D3E36" w:rsidRPr="00F55D54">
        <w:rPr>
          <w:bCs/>
          <w:sz w:val="28"/>
          <w:szCs w:val="28"/>
        </w:rPr>
        <w:t xml:space="preserve">общественных </w:t>
      </w:r>
      <w:r w:rsidR="00E50572" w:rsidRPr="00F55D54">
        <w:rPr>
          <w:bCs/>
          <w:sz w:val="28"/>
          <w:szCs w:val="28"/>
        </w:rPr>
        <w:t>обсуждений по</w:t>
      </w:r>
      <w:r w:rsidR="002D3E36" w:rsidRPr="00F55D54">
        <w:rPr>
          <w:bCs/>
          <w:sz w:val="28"/>
          <w:szCs w:val="28"/>
        </w:rPr>
        <w:t xml:space="preserve"> вопросу предоставления разрешения на условно разрешенный вид </w:t>
      </w:r>
      <w:r w:rsidR="002D3E36" w:rsidRPr="00F55D54">
        <w:rPr>
          <w:bCs/>
          <w:sz w:val="28"/>
          <w:szCs w:val="28"/>
        </w:rPr>
        <w:lastRenderedPageBreak/>
        <w:t xml:space="preserve">использования земельного участка с кадастровым номером </w:t>
      </w:r>
      <w:r w:rsidR="00103E5D">
        <w:rPr>
          <w:sz w:val="28"/>
          <w:szCs w:val="28"/>
        </w:rPr>
        <w:t>04:01</w:t>
      </w:r>
      <w:r w:rsidR="001C4D63">
        <w:rPr>
          <w:sz w:val="28"/>
          <w:szCs w:val="28"/>
        </w:rPr>
        <w:t>:</w:t>
      </w:r>
      <w:r w:rsidR="00666C85">
        <w:rPr>
          <w:sz w:val="28"/>
          <w:szCs w:val="28"/>
        </w:rPr>
        <w:t>020104:29</w:t>
      </w:r>
      <w:r w:rsidR="002D3E36" w:rsidRPr="00F55D54">
        <w:rPr>
          <w:bCs/>
          <w:sz w:val="28"/>
          <w:szCs w:val="28"/>
        </w:rPr>
        <w:t xml:space="preserve">, расположенного по адресу: </w:t>
      </w:r>
      <w:r w:rsidR="00E50572" w:rsidRPr="00F55D54">
        <w:rPr>
          <w:sz w:val="28"/>
          <w:szCs w:val="28"/>
        </w:rPr>
        <w:t xml:space="preserve">Республика Алтай, </w:t>
      </w:r>
      <w:r w:rsidR="00B83FE3">
        <w:rPr>
          <w:sz w:val="28"/>
          <w:szCs w:val="28"/>
        </w:rPr>
        <w:t>Майминский</w:t>
      </w:r>
      <w:r w:rsidR="00926425">
        <w:rPr>
          <w:sz w:val="28"/>
          <w:szCs w:val="28"/>
        </w:rPr>
        <w:t xml:space="preserve"> муниципальный</w:t>
      </w:r>
      <w:r w:rsidR="00B83FE3">
        <w:rPr>
          <w:sz w:val="28"/>
          <w:szCs w:val="28"/>
        </w:rPr>
        <w:t xml:space="preserve"> район,</w:t>
      </w:r>
      <w:r w:rsidR="00E50572" w:rsidRPr="00F55D54">
        <w:rPr>
          <w:sz w:val="28"/>
          <w:szCs w:val="28"/>
        </w:rPr>
        <w:t xml:space="preserve"> </w:t>
      </w:r>
      <w:r w:rsidR="00416006">
        <w:rPr>
          <w:sz w:val="28"/>
          <w:szCs w:val="28"/>
        </w:rPr>
        <w:t>Манжерокское</w:t>
      </w:r>
      <w:r w:rsidR="00335A90">
        <w:rPr>
          <w:sz w:val="28"/>
          <w:szCs w:val="28"/>
        </w:rPr>
        <w:t xml:space="preserve"> сельское поселение с</w:t>
      </w:r>
      <w:r w:rsidR="002842FE">
        <w:rPr>
          <w:sz w:val="28"/>
          <w:szCs w:val="28"/>
        </w:rPr>
        <w:t xml:space="preserve">. </w:t>
      </w:r>
      <w:r w:rsidR="00335A90">
        <w:rPr>
          <w:sz w:val="28"/>
          <w:szCs w:val="28"/>
        </w:rPr>
        <w:t>Манжерок</w:t>
      </w:r>
      <w:r w:rsidR="005F5D9C">
        <w:rPr>
          <w:sz w:val="28"/>
          <w:szCs w:val="28"/>
        </w:rPr>
        <w:t xml:space="preserve">, </w:t>
      </w:r>
      <w:r w:rsidR="00335A90">
        <w:rPr>
          <w:sz w:val="28"/>
          <w:szCs w:val="28"/>
        </w:rPr>
        <w:t xml:space="preserve">ул. </w:t>
      </w:r>
      <w:r w:rsidR="00666C85">
        <w:rPr>
          <w:sz w:val="28"/>
          <w:szCs w:val="28"/>
        </w:rPr>
        <w:t>октябрьская, д. 6,</w:t>
      </w:r>
      <w:r w:rsidR="0061487F">
        <w:rPr>
          <w:sz w:val="28"/>
          <w:szCs w:val="28"/>
        </w:rPr>
        <w:t xml:space="preserve"> на</w:t>
      </w:r>
      <w:r w:rsidR="00666C85">
        <w:rPr>
          <w:bCs/>
          <w:sz w:val="28"/>
          <w:szCs w:val="28"/>
        </w:rPr>
        <w:t xml:space="preserve"> 30</w:t>
      </w:r>
      <w:r w:rsidR="00EA1589">
        <w:rPr>
          <w:bCs/>
          <w:sz w:val="28"/>
          <w:szCs w:val="28"/>
        </w:rPr>
        <w:t xml:space="preserve"> октября</w:t>
      </w:r>
      <w:r w:rsidR="00B83FE3">
        <w:rPr>
          <w:bCs/>
          <w:sz w:val="28"/>
          <w:szCs w:val="28"/>
        </w:rPr>
        <w:t xml:space="preserve"> </w:t>
      </w:r>
      <w:r w:rsidR="00886A96" w:rsidRPr="00F55D54">
        <w:rPr>
          <w:bCs/>
          <w:sz w:val="28"/>
          <w:szCs w:val="28"/>
        </w:rPr>
        <w:t>20</w:t>
      </w:r>
      <w:r w:rsidR="00DC405E">
        <w:rPr>
          <w:bCs/>
          <w:sz w:val="28"/>
          <w:szCs w:val="28"/>
        </w:rPr>
        <w:t>25</w:t>
      </w:r>
      <w:r w:rsidR="00590133">
        <w:rPr>
          <w:bCs/>
          <w:sz w:val="28"/>
          <w:szCs w:val="28"/>
        </w:rPr>
        <w:t xml:space="preserve"> года. Место проведения:</w:t>
      </w:r>
      <w:r w:rsidR="00A27510">
        <w:rPr>
          <w:bCs/>
          <w:sz w:val="28"/>
          <w:szCs w:val="28"/>
        </w:rPr>
        <w:t xml:space="preserve"> </w:t>
      </w:r>
      <w:r w:rsidR="00335A90">
        <w:rPr>
          <w:sz w:val="28"/>
          <w:szCs w:val="28"/>
        </w:rPr>
        <w:t>ул</w:t>
      </w:r>
      <w:r w:rsidR="006B40B5">
        <w:rPr>
          <w:sz w:val="28"/>
          <w:szCs w:val="28"/>
        </w:rPr>
        <w:t>.</w:t>
      </w:r>
      <w:r w:rsidR="00C5683E">
        <w:rPr>
          <w:sz w:val="28"/>
          <w:szCs w:val="28"/>
        </w:rPr>
        <w:t xml:space="preserve"> </w:t>
      </w:r>
      <w:r w:rsidR="00666C85">
        <w:rPr>
          <w:sz w:val="28"/>
          <w:szCs w:val="28"/>
        </w:rPr>
        <w:t>Октябрьская, д. 6</w:t>
      </w:r>
      <w:r w:rsidR="00962179">
        <w:rPr>
          <w:sz w:val="28"/>
          <w:szCs w:val="28"/>
        </w:rPr>
        <w:t>, в</w:t>
      </w:r>
      <w:r w:rsidR="00666C85">
        <w:rPr>
          <w:bCs/>
          <w:sz w:val="28"/>
          <w:szCs w:val="28"/>
        </w:rPr>
        <w:t xml:space="preserve"> 10:3</w:t>
      </w:r>
      <w:r w:rsidR="00687AB6">
        <w:rPr>
          <w:bCs/>
          <w:sz w:val="28"/>
          <w:szCs w:val="28"/>
        </w:rPr>
        <w:t>0</w:t>
      </w:r>
      <w:r w:rsidRPr="00F55D54">
        <w:rPr>
          <w:bCs/>
          <w:sz w:val="28"/>
          <w:szCs w:val="28"/>
        </w:rPr>
        <w:t xml:space="preserve"> часов 00 минут</w:t>
      </w:r>
      <w:r w:rsidR="004D56CA" w:rsidRPr="00F55D54">
        <w:rPr>
          <w:bCs/>
          <w:sz w:val="28"/>
          <w:szCs w:val="28"/>
        </w:rPr>
        <w:t>.</w:t>
      </w:r>
    </w:p>
    <w:p w:rsidR="006D6480" w:rsidRPr="00F848F8" w:rsidRDefault="00E269CE" w:rsidP="00F848F8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3. Автономному учреждению редакции газеты «Сельчанка в Майминском районе» опубликовать настоящее Распоряжение в газете </w:t>
      </w:r>
      <w:r w:rsidR="00D86725">
        <w:rPr>
          <w:bCs/>
          <w:sz w:val="28"/>
          <w:szCs w:val="28"/>
        </w:rPr>
        <w:t>«Сельчанка</w:t>
      </w:r>
      <w:r w:rsidR="00C30E06">
        <w:rPr>
          <w:bCs/>
          <w:sz w:val="28"/>
          <w:szCs w:val="28"/>
        </w:rPr>
        <w:t>»</w:t>
      </w:r>
      <w:r w:rsidR="007955AD">
        <w:rPr>
          <w:bCs/>
          <w:sz w:val="28"/>
          <w:szCs w:val="28"/>
        </w:rPr>
        <w:t xml:space="preserve"> в Майминском районе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>4. 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E269CE">
        <w:rPr>
          <w:bCs/>
          <w:sz w:val="28"/>
          <w:szCs w:val="28"/>
        </w:rPr>
        <w:t xml:space="preserve">5. Контроль за исполнением настоящего Распоряжения </w:t>
      </w:r>
      <w:r w:rsidR="001728F8">
        <w:rPr>
          <w:bCs/>
          <w:sz w:val="28"/>
          <w:szCs w:val="28"/>
        </w:rPr>
        <w:t xml:space="preserve">возложить на Заместителя Главы Администрации муниципального образования «Майминский район» </w:t>
      </w:r>
      <w:r w:rsidR="001948FB">
        <w:rPr>
          <w:bCs/>
          <w:sz w:val="28"/>
          <w:szCs w:val="28"/>
        </w:rPr>
        <w:t>Ю.А. Рябищенко</w:t>
      </w:r>
      <w:r w:rsidRPr="00E269CE">
        <w:rPr>
          <w:bCs/>
          <w:sz w:val="28"/>
          <w:szCs w:val="28"/>
        </w:rPr>
        <w:t>.</w:t>
      </w:r>
    </w:p>
    <w:p w:rsidR="00E269CE" w:rsidRPr="00E269CE" w:rsidRDefault="00E269CE" w:rsidP="00E269CE">
      <w:pPr>
        <w:pStyle w:val="ae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</w:p>
    <w:p w:rsidR="003A4120" w:rsidRDefault="003A4120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E269CE" w:rsidRDefault="00E269CE" w:rsidP="003A4120">
      <w:pPr>
        <w:pStyle w:val="af"/>
        <w:spacing w:before="0" w:beforeAutospacing="0" w:after="0"/>
        <w:ind w:left="709" w:right="-74"/>
        <w:rPr>
          <w:sz w:val="28"/>
          <w:szCs w:val="28"/>
        </w:rPr>
      </w:pPr>
    </w:p>
    <w:p w:rsidR="001C4D63" w:rsidRDefault="00C5683E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A4120">
        <w:rPr>
          <w:sz w:val="28"/>
          <w:szCs w:val="28"/>
        </w:rPr>
        <w:t xml:space="preserve"> </w:t>
      </w:r>
      <w:r w:rsidR="0095692F">
        <w:rPr>
          <w:sz w:val="28"/>
          <w:szCs w:val="28"/>
        </w:rPr>
        <w:t xml:space="preserve">Администрации </w:t>
      </w:r>
    </w:p>
    <w:p w:rsidR="001C4D63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95692F">
        <w:rPr>
          <w:sz w:val="28"/>
          <w:szCs w:val="28"/>
        </w:rPr>
        <w:t>о</w:t>
      </w:r>
      <w:r>
        <w:rPr>
          <w:sz w:val="28"/>
          <w:szCs w:val="28"/>
        </w:rPr>
        <w:t>бразования</w:t>
      </w:r>
      <w:r w:rsidR="0095692F">
        <w:rPr>
          <w:sz w:val="28"/>
          <w:szCs w:val="28"/>
        </w:rPr>
        <w:t xml:space="preserve"> </w:t>
      </w:r>
    </w:p>
    <w:p w:rsidR="003A4120" w:rsidRDefault="003A4120" w:rsidP="0095692F">
      <w:pPr>
        <w:pStyle w:val="af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1D5D20">
        <w:rPr>
          <w:sz w:val="28"/>
          <w:szCs w:val="28"/>
        </w:rPr>
        <w:t xml:space="preserve">     </w:t>
      </w:r>
      <w:r w:rsidR="000E2ECA">
        <w:rPr>
          <w:sz w:val="28"/>
          <w:szCs w:val="28"/>
        </w:rPr>
        <w:t xml:space="preserve">  </w:t>
      </w:r>
      <w:r w:rsidR="00C5683E">
        <w:rPr>
          <w:sz w:val="28"/>
          <w:szCs w:val="28"/>
        </w:rPr>
        <w:t xml:space="preserve">                          П.В. Громов</w:t>
      </w:r>
    </w:p>
    <w:p w:rsidR="00FF425E" w:rsidRDefault="00FF425E" w:rsidP="003A4120">
      <w:pPr>
        <w:tabs>
          <w:tab w:val="left" w:pos="1134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sectPr w:rsidR="00FF425E" w:rsidSect="008C088F">
      <w:type w:val="continuous"/>
      <w:pgSz w:w="11907" w:h="16840" w:code="9"/>
      <w:pgMar w:top="1134" w:right="1021" w:bottom="1134" w:left="1928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402" w:rsidRDefault="00647402" w:rsidP="00F2108F">
      <w:pPr>
        <w:spacing w:before="0" w:line="240" w:lineRule="auto"/>
      </w:pPr>
      <w:r>
        <w:separator/>
      </w:r>
    </w:p>
  </w:endnote>
  <w:endnote w:type="continuationSeparator" w:id="0">
    <w:p w:rsidR="00647402" w:rsidRDefault="00647402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402" w:rsidRDefault="00647402" w:rsidP="00F2108F">
      <w:pPr>
        <w:spacing w:before="0" w:line="240" w:lineRule="auto"/>
      </w:pPr>
      <w:r>
        <w:separator/>
      </w:r>
    </w:p>
  </w:footnote>
  <w:footnote w:type="continuationSeparator" w:id="0">
    <w:p w:rsidR="00647402" w:rsidRDefault="00647402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E1095"/>
    <w:multiLevelType w:val="hybridMultilevel"/>
    <w:tmpl w:val="019276C2"/>
    <w:lvl w:ilvl="0" w:tplc="7CB498D8">
      <w:start w:val="1"/>
      <w:numFmt w:val="decimal"/>
      <w:lvlText w:val="%1."/>
      <w:lvlJc w:val="left"/>
      <w:pPr>
        <w:ind w:left="1542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4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AEF04C9"/>
    <w:multiLevelType w:val="hybridMultilevel"/>
    <w:tmpl w:val="8A488F9C"/>
    <w:lvl w:ilvl="0" w:tplc="CC265A38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0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1872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06FE9"/>
    <w:rsid w:val="00014C0D"/>
    <w:rsid w:val="00022E8C"/>
    <w:rsid w:val="00030350"/>
    <w:rsid w:val="00030850"/>
    <w:rsid w:val="000423FD"/>
    <w:rsid w:val="00045354"/>
    <w:rsid w:val="00045A30"/>
    <w:rsid w:val="00046CB0"/>
    <w:rsid w:val="00050C13"/>
    <w:rsid w:val="00057F81"/>
    <w:rsid w:val="00063A9A"/>
    <w:rsid w:val="00071789"/>
    <w:rsid w:val="0009038F"/>
    <w:rsid w:val="000910EB"/>
    <w:rsid w:val="00096503"/>
    <w:rsid w:val="000A0534"/>
    <w:rsid w:val="000B28A7"/>
    <w:rsid w:val="000B5288"/>
    <w:rsid w:val="000C114C"/>
    <w:rsid w:val="000D0F78"/>
    <w:rsid w:val="000D2626"/>
    <w:rsid w:val="000E1B9C"/>
    <w:rsid w:val="000E2ECA"/>
    <w:rsid w:val="000F2B14"/>
    <w:rsid w:val="000F3093"/>
    <w:rsid w:val="000F4D8F"/>
    <w:rsid w:val="00103E5D"/>
    <w:rsid w:val="001110A4"/>
    <w:rsid w:val="00135136"/>
    <w:rsid w:val="00153573"/>
    <w:rsid w:val="001728F8"/>
    <w:rsid w:val="001948FB"/>
    <w:rsid w:val="001A0F60"/>
    <w:rsid w:val="001A3D62"/>
    <w:rsid w:val="001B15DB"/>
    <w:rsid w:val="001B4811"/>
    <w:rsid w:val="001C4D63"/>
    <w:rsid w:val="001D064A"/>
    <w:rsid w:val="001D3C63"/>
    <w:rsid w:val="001D43DF"/>
    <w:rsid w:val="001D5D20"/>
    <w:rsid w:val="001E0958"/>
    <w:rsid w:val="001E4940"/>
    <w:rsid w:val="001F1153"/>
    <w:rsid w:val="001F3BB5"/>
    <w:rsid w:val="00200A88"/>
    <w:rsid w:val="002155F0"/>
    <w:rsid w:val="00220673"/>
    <w:rsid w:val="00233447"/>
    <w:rsid w:val="002354AE"/>
    <w:rsid w:val="00264285"/>
    <w:rsid w:val="00270E74"/>
    <w:rsid w:val="002759F3"/>
    <w:rsid w:val="00276A3D"/>
    <w:rsid w:val="00276DD5"/>
    <w:rsid w:val="00283710"/>
    <w:rsid w:val="002842FE"/>
    <w:rsid w:val="002906E0"/>
    <w:rsid w:val="00290A4C"/>
    <w:rsid w:val="00290B7F"/>
    <w:rsid w:val="002927F8"/>
    <w:rsid w:val="002A576B"/>
    <w:rsid w:val="002B6406"/>
    <w:rsid w:val="002D3C51"/>
    <w:rsid w:val="002D3E36"/>
    <w:rsid w:val="002D55C5"/>
    <w:rsid w:val="002D6D0B"/>
    <w:rsid w:val="002F3D47"/>
    <w:rsid w:val="00306304"/>
    <w:rsid w:val="00315F64"/>
    <w:rsid w:val="00327294"/>
    <w:rsid w:val="003356E5"/>
    <w:rsid w:val="00335A90"/>
    <w:rsid w:val="003441A1"/>
    <w:rsid w:val="00371229"/>
    <w:rsid w:val="0037348A"/>
    <w:rsid w:val="0039163E"/>
    <w:rsid w:val="00396145"/>
    <w:rsid w:val="00396985"/>
    <w:rsid w:val="003A4120"/>
    <w:rsid w:val="003A4282"/>
    <w:rsid w:val="003B0575"/>
    <w:rsid w:val="003C15B7"/>
    <w:rsid w:val="003C3911"/>
    <w:rsid w:val="003C734D"/>
    <w:rsid w:val="003C7EC1"/>
    <w:rsid w:val="003D4801"/>
    <w:rsid w:val="003D7CFA"/>
    <w:rsid w:val="003E3684"/>
    <w:rsid w:val="00404565"/>
    <w:rsid w:val="00410653"/>
    <w:rsid w:val="00413A69"/>
    <w:rsid w:val="00416006"/>
    <w:rsid w:val="00420D57"/>
    <w:rsid w:val="00422845"/>
    <w:rsid w:val="0044630E"/>
    <w:rsid w:val="00446DCC"/>
    <w:rsid w:val="004521BE"/>
    <w:rsid w:val="004559EA"/>
    <w:rsid w:val="004650F6"/>
    <w:rsid w:val="0048318D"/>
    <w:rsid w:val="004966D8"/>
    <w:rsid w:val="004A63D4"/>
    <w:rsid w:val="004A6C13"/>
    <w:rsid w:val="004B6841"/>
    <w:rsid w:val="004C2535"/>
    <w:rsid w:val="004C2AB5"/>
    <w:rsid w:val="004D197A"/>
    <w:rsid w:val="004D56CA"/>
    <w:rsid w:val="004E26C2"/>
    <w:rsid w:val="004E4611"/>
    <w:rsid w:val="004E685C"/>
    <w:rsid w:val="004F3896"/>
    <w:rsid w:val="004F73B1"/>
    <w:rsid w:val="0050734E"/>
    <w:rsid w:val="00511EC6"/>
    <w:rsid w:val="00512813"/>
    <w:rsid w:val="005222B1"/>
    <w:rsid w:val="005237BB"/>
    <w:rsid w:val="005246C6"/>
    <w:rsid w:val="00543B71"/>
    <w:rsid w:val="00547375"/>
    <w:rsid w:val="00550426"/>
    <w:rsid w:val="00571760"/>
    <w:rsid w:val="0058214C"/>
    <w:rsid w:val="00590133"/>
    <w:rsid w:val="00590E32"/>
    <w:rsid w:val="005935FA"/>
    <w:rsid w:val="005A31D0"/>
    <w:rsid w:val="005A5F4D"/>
    <w:rsid w:val="005B2069"/>
    <w:rsid w:val="005B2080"/>
    <w:rsid w:val="005B7DA7"/>
    <w:rsid w:val="005C7654"/>
    <w:rsid w:val="005D0AEB"/>
    <w:rsid w:val="005D320E"/>
    <w:rsid w:val="005D4AE7"/>
    <w:rsid w:val="005E51C7"/>
    <w:rsid w:val="005E5DC7"/>
    <w:rsid w:val="005F2A85"/>
    <w:rsid w:val="005F5D9C"/>
    <w:rsid w:val="00601F0D"/>
    <w:rsid w:val="00603210"/>
    <w:rsid w:val="006067C0"/>
    <w:rsid w:val="00613A32"/>
    <w:rsid w:val="0061487F"/>
    <w:rsid w:val="0061622E"/>
    <w:rsid w:val="00617086"/>
    <w:rsid w:val="006238B8"/>
    <w:rsid w:val="00627A2E"/>
    <w:rsid w:val="0063747B"/>
    <w:rsid w:val="006471C6"/>
    <w:rsid w:val="00647402"/>
    <w:rsid w:val="00663658"/>
    <w:rsid w:val="00666C85"/>
    <w:rsid w:val="00670423"/>
    <w:rsid w:val="006849CB"/>
    <w:rsid w:val="00684A22"/>
    <w:rsid w:val="00687AB6"/>
    <w:rsid w:val="006B40B5"/>
    <w:rsid w:val="006B6854"/>
    <w:rsid w:val="006B7334"/>
    <w:rsid w:val="006C465E"/>
    <w:rsid w:val="006D6480"/>
    <w:rsid w:val="006E52FE"/>
    <w:rsid w:val="006F1597"/>
    <w:rsid w:val="006F2463"/>
    <w:rsid w:val="006F4C3C"/>
    <w:rsid w:val="006F5D7E"/>
    <w:rsid w:val="006F6D55"/>
    <w:rsid w:val="006F7684"/>
    <w:rsid w:val="00714032"/>
    <w:rsid w:val="00714CC7"/>
    <w:rsid w:val="00715FD0"/>
    <w:rsid w:val="00724E93"/>
    <w:rsid w:val="00734A00"/>
    <w:rsid w:val="007368DF"/>
    <w:rsid w:val="007501E9"/>
    <w:rsid w:val="00750EF8"/>
    <w:rsid w:val="00751F3D"/>
    <w:rsid w:val="00752C0A"/>
    <w:rsid w:val="007570DF"/>
    <w:rsid w:val="00772481"/>
    <w:rsid w:val="00785353"/>
    <w:rsid w:val="007906A2"/>
    <w:rsid w:val="007955AD"/>
    <w:rsid w:val="007A4B08"/>
    <w:rsid w:val="007B13C1"/>
    <w:rsid w:val="007B403E"/>
    <w:rsid w:val="007B7323"/>
    <w:rsid w:val="007C2661"/>
    <w:rsid w:val="007D6256"/>
    <w:rsid w:val="007E452D"/>
    <w:rsid w:val="007F7E00"/>
    <w:rsid w:val="00800FB3"/>
    <w:rsid w:val="008050E8"/>
    <w:rsid w:val="00824530"/>
    <w:rsid w:val="00827902"/>
    <w:rsid w:val="008315BB"/>
    <w:rsid w:val="00833378"/>
    <w:rsid w:val="00833C21"/>
    <w:rsid w:val="008434FE"/>
    <w:rsid w:val="00845296"/>
    <w:rsid w:val="00846EF5"/>
    <w:rsid w:val="00856D9D"/>
    <w:rsid w:val="00857DBA"/>
    <w:rsid w:val="008617DB"/>
    <w:rsid w:val="008723C8"/>
    <w:rsid w:val="00880C3F"/>
    <w:rsid w:val="00881BF7"/>
    <w:rsid w:val="008824DD"/>
    <w:rsid w:val="00885E3A"/>
    <w:rsid w:val="00886A96"/>
    <w:rsid w:val="0089143F"/>
    <w:rsid w:val="00892CC6"/>
    <w:rsid w:val="00894A16"/>
    <w:rsid w:val="008A28DF"/>
    <w:rsid w:val="008A2BBF"/>
    <w:rsid w:val="008A7397"/>
    <w:rsid w:val="008C088F"/>
    <w:rsid w:val="008C5FED"/>
    <w:rsid w:val="008C7B56"/>
    <w:rsid w:val="008D2340"/>
    <w:rsid w:val="00900C99"/>
    <w:rsid w:val="00905B86"/>
    <w:rsid w:val="009065AB"/>
    <w:rsid w:val="00916C42"/>
    <w:rsid w:val="0092013F"/>
    <w:rsid w:val="00924521"/>
    <w:rsid w:val="009246F6"/>
    <w:rsid w:val="00926425"/>
    <w:rsid w:val="00926925"/>
    <w:rsid w:val="0093199E"/>
    <w:rsid w:val="00941B49"/>
    <w:rsid w:val="00954807"/>
    <w:rsid w:val="0095692F"/>
    <w:rsid w:val="009572F7"/>
    <w:rsid w:val="00957916"/>
    <w:rsid w:val="0096170A"/>
    <w:rsid w:val="00962179"/>
    <w:rsid w:val="00966B41"/>
    <w:rsid w:val="00970E5D"/>
    <w:rsid w:val="00971B13"/>
    <w:rsid w:val="00980E3C"/>
    <w:rsid w:val="00987922"/>
    <w:rsid w:val="00991A27"/>
    <w:rsid w:val="00995819"/>
    <w:rsid w:val="009A4951"/>
    <w:rsid w:val="009A5CCA"/>
    <w:rsid w:val="009A7CB4"/>
    <w:rsid w:val="009C6B56"/>
    <w:rsid w:val="009D25B5"/>
    <w:rsid w:val="009D549D"/>
    <w:rsid w:val="009F110E"/>
    <w:rsid w:val="009F347D"/>
    <w:rsid w:val="009F5C8F"/>
    <w:rsid w:val="00A00038"/>
    <w:rsid w:val="00A04328"/>
    <w:rsid w:val="00A06E7C"/>
    <w:rsid w:val="00A06FAB"/>
    <w:rsid w:val="00A123F3"/>
    <w:rsid w:val="00A27510"/>
    <w:rsid w:val="00A320CD"/>
    <w:rsid w:val="00A36AF0"/>
    <w:rsid w:val="00A3793D"/>
    <w:rsid w:val="00A51A7E"/>
    <w:rsid w:val="00A756C2"/>
    <w:rsid w:val="00A779EE"/>
    <w:rsid w:val="00A90ECB"/>
    <w:rsid w:val="00A92E75"/>
    <w:rsid w:val="00A95F8F"/>
    <w:rsid w:val="00AA19AA"/>
    <w:rsid w:val="00AA2E95"/>
    <w:rsid w:val="00AB5DA3"/>
    <w:rsid w:val="00AB7446"/>
    <w:rsid w:val="00AC201F"/>
    <w:rsid w:val="00AC7FD3"/>
    <w:rsid w:val="00AD32E9"/>
    <w:rsid w:val="00AD489B"/>
    <w:rsid w:val="00AD622A"/>
    <w:rsid w:val="00AE0351"/>
    <w:rsid w:val="00AE3AF5"/>
    <w:rsid w:val="00AE5B29"/>
    <w:rsid w:val="00AF37D5"/>
    <w:rsid w:val="00AF6041"/>
    <w:rsid w:val="00AF7C87"/>
    <w:rsid w:val="00B01A1B"/>
    <w:rsid w:val="00B03071"/>
    <w:rsid w:val="00B04021"/>
    <w:rsid w:val="00B11024"/>
    <w:rsid w:val="00B1301B"/>
    <w:rsid w:val="00B1759E"/>
    <w:rsid w:val="00B2180E"/>
    <w:rsid w:val="00B2660B"/>
    <w:rsid w:val="00B317D4"/>
    <w:rsid w:val="00B4277A"/>
    <w:rsid w:val="00B474E0"/>
    <w:rsid w:val="00B71614"/>
    <w:rsid w:val="00B80D85"/>
    <w:rsid w:val="00B83FE3"/>
    <w:rsid w:val="00B8785D"/>
    <w:rsid w:val="00B91E64"/>
    <w:rsid w:val="00BB16A5"/>
    <w:rsid w:val="00BB5712"/>
    <w:rsid w:val="00BC0DE2"/>
    <w:rsid w:val="00BC1127"/>
    <w:rsid w:val="00BC6A90"/>
    <w:rsid w:val="00BF424B"/>
    <w:rsid w:val="00C05D34"/>
    <w:rsid w:val="00C06289"/>
    <w:rsid w:val="00C1331A"/>
    <w:rsid w:val="00C20360"/>
    <w:rsid w:val="00C24F13"/>
    <w:rsid w:val="00C25C36"/>
    <w:rsid w:val="00C274B0"/>
    <w:rsid w:val="00C30450"/>
    <w:rsid w:val="00C30E06"/>
    <w:rsid w:val="00C31035"/>
    <w:rsid w:val="00C4376B"/>
    <w:rsid w:val="00C51D72"/>
    <w:rsid w:val="00C53674"/>
    <w:rsid w:val="00C546FD"/>
    <w:rsid w:val="00C5683E"/>
    <w:rsid w:val="00C630F7"/>
    <w:rsid w:val="00C66558"/>
    <w:rsid w:val="00C73971"/>
    <w:rsid w:val="00C8469A"/>
    <w:rsid w:val="00C90803"/>
    <w:rsid w:val="00C928A7"/>
    <w:rsid w:val="00CA2CEC"/>
    <w:rsid w:val="00CB23A6"/>
    <w:rsid w:val="00CB3393"/>
    <w:rsid w:val="00CB479D"/>
    <w:rsid w:val="00CC3104"/>
    <w:rsid w:val="00CD441E"/>
    <w:rsid w:val="00CE08AD"/>
    <w:rsid w:val="00CE109D"/>
    <w:rsid w:val="00CE3154"/>
    <w:rsid w:val="00D07D01"/>
    <w:rsid w:val="00D32DBD"/>
    <w:rsid w:val="00D46D66"/>
    <w:rsid w:val="00D50061"/>
    <w:rsid w:val="00D73EEF"/>
    <w:rsid w:val="00D73F9B"/>
    <w:rsid w:val="00D805D8"/>
    <w:rsid w:val="00D81FFE"/>
    <w:rsid w:val="00D86725"/>
    <w:rsid w:val="00D8709C"/>
    <w:rsid w:val="00D94113"/>
    <w:rsid w:val="00DB2DDD"/>
    <w:rsid w:val="00DB5D6A"/>
    <w:rsid w:val="00DC206D"/>
    <w:rsid w:val="00DC405E"/>
    <w:rsid w:val="00DD6786"/>
    <w:rsid w:val="00DD77B2"/>
    <w:rsid w:val="00DE2413"/>
    <w:rsid w:val="00DF0954"/>
    <w:rsid w:val="00DF2439"/>
    <w:rsid w:val="00DF4B13"/>
    <w:rsid w:val="00E01B23"/>
    <w:rsid w:val="00E04696"/>
    <w:rsid w:val="00E239CC"/>
    <w:rsid w:val="00E24B81"/>
    <w:rsid w:val="00E24DC9"/>
    <w:rsid w:val="00E269CE"/>
    <w:rsid w:val="00E50572"/>
    <w:rsid w:val="00E5562D"/>
    <w:rsid w:val="00E56A33"/>
    <w:rsid w:val="00E736A3"/>
    <w:rsid w:val="00E774AF"/>
    <w:rsid w:val="00E86C2D"/>
    <w:rsid w:val="00E97E05"/>
    <w:rsid w:val="00E97E6E"/>
    <w:rsid w:val="00EA1589"/>
    <w:rsid w:val="00EA3709"/>
    <w:rsid w:val="00EB763B"/>
    <w:rsid w:val="00EC073B"/>
    <w:rsid w:val="00EC0A66"/>
    <w:rsid w:val="00ED3031"/>
    <w:rsid w:val="00EE343A"/>
    <w:rsid w:val="00EE78B6"/>
    <w:rsid w:val="00EE78EF"/>
    <w:rsid w:val="00F0440A"/>
    <w:rsid w:val="00F16DA1"/>
    <w:rsid w:val="00F17625"/>
    <w:rsid w:val="00F2108F"/>
    <w:rsid w:val="00F22172"/>
    <w:rsid w:val="00F2433C"/>
    <w:rsid w:val="00F30E58"/>
    <w:rsid w:val="00F341A8"/>
    <w:rsid w:val="00F43280"/>
    <w:rsid w:val="00F55D54"/>
    <w:rsid w:val="00F803DE"/>
    <w:rsid w:val="00F81AFD"/>
    <w:rsid w:val="00F848F8"/>
    <w:rsid w:val="00F8706B"/>
    <w:rsid w:val="00F919AA"/>
    <w:rsid w:val="00F95299"/>
    <w:rsid w:val="00FA2CC4"/>
    <w:rsid w:val="00FB77E6"/>
    <w:rsid w:val="00FC0CEA"/>
    <w:rsid w:val="00FD6717"/>
    <w:rsid w:val="00FE0DF9"/>
    <w:rsid w:val="00FE214B"/>
    <w:rsid w:val="00FE2A56"/>
    <w:rsid w:val="00FF224F"/>
    <w:rsid w:val="00FF425E"/>
    <w:rsid w:val="00FF558B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85283A"/>
  <w15:docId w15:val="{571A727A-AFE3-4E7D-BA88-F793E0C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List Paragraph"/>
    <w:basedOn w:val="a"/>
    <w:uiPriority w:val="34"/>
    <w:qFormat/>
    <w:rsid w:val="007B403E"/>
    <w:pPr>
      <w:ind w:left="720"/>
      <w:contextualSpacing/>
    </w:pPr>
  </w:style>
  <w:style w:type="paragraph" w:styleId="af">
    <w:name w:val="Normal (Web)"/>
    <w:basedOn w:val="a"/>
    <w:rsid w:val="007B403E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Desktop\&#1064;&#1072;&#1073;&#1083;&#1086;&#1085;&#1099;%20&#1053;&#1055;&#1040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19434-3A30-42BC-A350-4887F636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338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42</cp:revision>
  <cp:lastPrinted>2025-10-07T06:54:00Z</cp:lastPrinted>
  <dcterms:created xsi:type="dcterms:W3CDTF">2025-01-21T00:51:00Z</dcterms:created>
  <dcterms:modified xsi:type="dcterms:W3CDTF">2025-10-13T06:46:00Z</dcterms:modified>
</cp:coreProperties>
</file>